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7DA" w:rsidRPr="00792F8F" w:rsidRDefault="006B57DA" w:rsidP="00792F8F">
      <w:pPr>
        <w:spacing w:line="480" w:lineRule="auto"/>
        <w:jc w:val="center"/>
        <w:rPr>
          <w:rFonts w:ascii="Algerian" w:hAnsi="Algerian" w:cs="Algerian"/>
          <w:sz w:val="36"/>
          <w:szCs w:val="36"/>
        </w:rPr>
      </w:pPr>
      <w:r w:rsidRPr="008A7A6F">
        <w:rPr>
          <w:rFonts w:ascii="Algerian" w:hAnsi="Algerian" w:cs="Algerian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64.25pt;height:41.25pt" fillcolor="#063" strokecolor="green">
            <v:fill r:id="rId4" o:title="" type="tile"/>
            <v:shadow on="t" type="perspective" color="#c7dfd3" opacity="52429f" origin="-.5,-.5" offset="-26pt,-36pt" matrix="1.25,,,1.25"/>
            <v:textpath style="font-family:&quot;Old English Text MT&quot;;v-text-kern:t" trim="t" fitpath="t" string="My Utopia"/>
          </v:shape>
        </w:pict>
      </w:r>
    </w:p>
    <w:p w:rsidR="006B57DA" w:rsidRPr="00792F8F" w:rsidRDefault="006B57DA" w:rsidP="00BC40D1">
      <w:pPr>
        <w:spacing w:line="480" w:lineRule="auto"/>
        <w:rPr>
          <w:rFonts w:ascii="Baskerville Old Face" w:hAnsi="Baskerville Old Face" w:cs="Baskerville Old Face"/>
          <w:sz w:val="36"/>
          <w:szCs w:val="36"/>
        </w:rPr>
      </w:pPr>
      <w:r w:rsidRPr="00792F8F">
        <w:rPr>
          <w:rFonts w:ascii="Baskerville Old Face" w:hAnsi="Baskerville Old Face" w:cs="Baskerville Old Face"/>
          <w:sz w:val="36"/>
          <w:szCs w:val="36"/>
        </w:rPr>
        <w:t xml:space="preserve">          My perfect utopia would be everyone gets jobs and are well paid.  There are no wars and everyone is nice.  There is a lifetime supply of food and drinks.  Everyone would be well educated and would obey the laws.  That would be my perfect utopia.</w:t>
      </w:r>
    </w:p>
    <w:p w:rsidR="006B57DA" w:rsidRPr="00792F8F" w:rsidRDefault="006B57DA" w:rsidP="00BC40D1">
      <w:pPr>
        <w:spacing w:line="480" w:lineRule="auto"/>
        <w:jc w:val="right"/>
        <w:rPr>
          <w:rFonts w:ascii="Baskerville Old Face" w:hAnsi="Baskerville Old Face" w:cs="Baskerville Old Face"/>
          <w:sz w:val="36"/>
          <w:szCs w:val="36"/>
        </w:rPr>
      </w:pPr>
      <w:r w:rsidRPr="00792F8F">
        <w:rPr>
          <w:rFonts w:ascii="Baskerville Old Face" w:hAnsi="Baskerville Old Face" w:cs="Baskerville Old Face"/>
          <w:sz w:val="36"/>
          <w:szCs w:val="36"/>
        </w:rPr>
        <w:t>By: Richard C.</w:t>
      </w:r>
    </w:p>
    <w:p w:rsidR="006B57DA" w:rsidRPr="00BC40D1" w:rsidRDefault="006B57DA" w:rsidP="00BC40D1">
      <w:pPr>
        <w:spacing w:line="480" w:lineRule="auto"/>
        <w:rPr>
          <w:sz w:val="36"/>
          <w:szCs w:val="36"/>
        </w:rPr>
      </w:pPr>
    </w:p>
    <w:sectPr w:rsidR="006B57DA" w:rsidRPr="00BC40D1" w:rsidSect="008E0D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altName w:val="Exotc350 Bd B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askerville Old Fac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0D1"/>
    <w:rsid w:val="00041CC4"/>
    <w:rsid w:val="00067298"/>
    <w:rsid w:val="005779E5"/>
    <w:rsid w:val="006B57DA"/>
    <w:rsid w:val="00792F8F"/>
    <w:rsid w:val="008A7A6F"/>
    <w:rsid w:val="008E0D2D"/>
    <w:rsid w:val="00BC40D1"/>
    <w:rsid w:val="00E8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2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672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8B4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40</Words>
  <Characters>234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Debra Coter</cp:lastModifiedBy>
  <cp:revision>2</cp:revision>
  <cp:lastPrinted>2007-10-10T16:45:00Z</cp:lastPrinted>
  <dcterms:created xsi:type="dcterms:W3CDTF">2007-10-10T16:45:00Z</dcterms:created>
  <dcterms:modified xsi:type="dcterms:W3CDTF">2007-10-10T16:45:00Z</dcterms:modified>
</cp:coreProperties>
</file>